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68EA2" w14:textId="77777777" w:rsidR="001953D2" w:rsidRDefault="001953D2" w:rsidP="001953D2">
      <w:pPr>
        <w:rPr>
          <w:rFonts w:ascii="Tahoma" w:hAnsi="Tahoma" w:cs="Tahoma"/>
          <w:b/>
        </w:rPr>
      </w:pPr>
      <w:bookmarkStart w:id="0" w:name="_GoBack"/>
      <w:bookmarkEnd w:id="0"/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tbl>
      <w:tblPr>
        <w:tblW w:w="6379" w:type="dxa"/>
        <w:tblInd w:w="8330" w:type="dxa"/>
        <w:tblLook w:val="01E0" w:firstRow="1" w:lastRow="1" w:firstColumn="1" w:lastColumn="1" w:noHBand="0" w:noVBand="0"/>
      </w:tblPr>
      <w:tblGrid>
        <w:gridCol w:w="6379"/>
      </w:tblGrid>
      <w:tr w:rsidR="001953D2" w14:paraId="5075E801" w14:textId="77777777" w:rsidTr="001953D2">
        <w:trPr>
          <w:trHeight w:val="319"/>
        </w:trPr>
        <w:tc>
          <w:tcPr>
            <w:tcW w:w="6379" w:type="dxa"/>
            <w:hideMark/>
          </w:tcPr>
          <w:p w14:paraId="0AFABEC9" w14:textId="77777777" w:rsidR="001953D2" w:rsidRDefault="001953D2">
            <w:pPr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</w:rPr>
              <w:t>Приложение № 3</w:t>
            </w:r>
          </w:p>
        </w:tc>
      </w:tr>
      <w:tr w:rsidR="001953D2" w14:paraId="2FE1EAF5" w14:textId="77777777" w:rsidTr="001953D2">
        <w:trPr>
          <w:trHeight w:val="424"/>
        </w:trPr>
        <w:tc>
          <w:tcPr>
            <w:tcW w:w="6379" w:type="dxa"/>
            <w:hideMark/>
          </w:tcPr>
          <w:p w14:paraId="56525709" w14:textId="77777777" w:rsidR="001953D2" w:rsidRDefault="001953D2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к Договору теплоснабжения и поставки горячей воды № _____</w:t>
            </w:r>
          </w:p>
        </w:tc>
      </w:tr>
      <w:tr w:rsidR="001953D2" w14:paraId="4E134CC3" w14:textId="77777777" w:rsidTr="001953D2">
        <w:trPr>
          <w:trHeight w:val="201"/>
        </w:trPr>
        <w:tc>
          <w:tcPr>
            <w:tcW w:w="6379" w:type="dxa"/>
            <w:hideMark/>
          </w:tcPr>
          <w:p w14:paraId="08FF880F" w14:textId="77777777" w:rsidR="001953D2" w:rsidRDefault="001953D2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от «__________» _________________________20_______г.</w:t>
            </w:r>
          </w:p>
        </w:tc>
      </w:tr>
    </w:tbl>
    <w:p w14:paraId="5574C036" w14:textId="77777777" w:rsidR="001953D2" w:rsidRDefault="001953D2" w:rsidP="001953D2">
      <w:pPr>
        <w:jc w:val="right"/>
        <w:rPr>
          <w:rFonts w:ascii="Tahoma" w:hAnsi="Tahoma" w:cs="Tahoma"/>
        </w:rPr>
      </w:pPr>
    </w:p>
    <w:p w14:paraId="7AFEBC9E" w14:textId="77777777" w:rsidR="001953D2" w:rsidRDefault="001953D2" w:rsidP="001953D2">
      <w:pPr>
        <w:pStyle w:val="11"/>
        <w:rPr>
          <w:rFonts w:ascii="Tahoma" w:hAnsi="Tahoma" w:cs="Tahoma"/>
          <w:sz w:val="20"/>
          <w:lang w:val="en-US"/>
        </w:rPr>
      </w:pPr>
    </w:p>
    <w:p w14:paraId="1996F3E9" w14:textId="77777777" w:rsidR="001953D2" w:rsidRDefault="001953D2" w:rsidP="001953D2">
      <w:pPr>
        <w:pStyle w:val="11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ПЕРЕЧЕНЬ ОБЪЕКТОВ «ПОТРЕБИТЕЛЯ» И ЕГО «СУБАБОНЕНТОВ» </w:t>
      </w:r>
    </w:p>
    <w:p w14:paraId="4F17E485" w14:textId="77777777" w:rsidR="001953D2" w:rsidRDefault="001953D2" w:rsidP="001953D2">
      <w:pPr>
        <w:pStyle w:val="1"/>
        <w:rPr>
          <w:rFonts w:ascii="Tahoma" w:hAnsi="Tahoma" w:cs="Tahoma"/>
          <w:sz w:val="20"/>
        </w:rPr>
      </w:pPr>
    </w:p>
    <w:tbl>
      <w:tblPr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21"/>
        <w:gridCol w:w="522"/>
        <w:gridCol w:w="568"/>
        <w:gridCol w:w="710"/>
        <w:gridCol w:w="568"/>
        <w:gridCol w:w="568"/>
        <w:gridCol w:w="567"/>
        <w:gridCol w:w="567"/>
        <w:gridCol w:w="709"/>
        <w:gridCol w:w="567"/>
        <w:gridCol w:w="709"/>
        <w:gridCol w:w="709"/>
        <w:gridCol w:w="567"/>
        <w:gridCol w:w="851"/>
        <w:gridCol w:w="850"/>
        <w:gridCol w:w="567"/>
        <w:gridCol w:w="708"/>
        <w:gridCol w:w="851"/>
        <w:gridCol w:w="708"/>
        <w:gridCol w:w="851"/>
        <w:gridCol w:w="371"/>
        <w:gridCol w:w="567"/>
        <w:gridCol w:w="425"/>
        <w:gridCol w:w="431"/>
        <w:gridCol w:w="420"/>
      </w:tblGrid>
      <w:tr w:rsidR="001953D2" w14:paraId="11E3D12C" w14:textId="77777777" w:rsidTr="001953D2">
        <w:trPr>
          <w:cantSplit/>
          <w:trHeight w:val="1134"/>
        </w:trPr>
        <w:tc>
          <w:tcPr>
            <w:tcW w:w="5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2A6A8F7" w14:textId="77777777" w:rsidR="001953D2" w:rsidRDefault="00195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№ п/п</w:t>
            </w:r>
          </w:p>
        </w:tc>
        <w:tc>
          <w:tcPr>
            <w:tcW w:w="52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EAD0617" w14:textId="77777777" w:rsidR="001953D2" w:rsidRDefault="001953D2">
            <w:pPr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Наименование источника тепловой энергии</w:t>
            </w:r>
          </w:p>
        </w:tc>
        <w:tc>
          <w:tcPr>
            <w:tcW w:w="56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ECF6B95" w14:textId="77777777" w:rsidR="001953D2" w:rsidRDefault="001953D2">
            <w:pPr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Точка подключения (№ ТК, ЦТП)</w:t>
            </w:r>
          </w:p>
        </w:tc>
        <w:tc>
          <w:tcPr>
            <w:tcW w:w="710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5F1B0E" w14:textId="77777777" w:rsidR="001953D2" w:rsidRDefault="001953D2">
            <w:pPr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Наименование объекта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99DBF73" w14:textId="77777777" w:rsidR="001953D2" w:rsidRDefault="001953D2">
            <w:pPr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Адрес объекта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3C6970A" w14:textId="77777777" w:rsidR="001953D2" w:rsidRDefault="001953D2">
            <w:pPr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Признак объекта  (Потребитель или Субабонент (далее - потр. или  субаб)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49D22A3" w14:textId="77777777" w:rsidR="001953D2" w:rsidRDefault="001953D2">
            <w:pPr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Наружный объем, м3</w:t>
            </w:r>
          </w:p>
          <w:p w14:paraId="7B46B668" w14:textId="77777777" w:rsidR="001953D2" w:rsidRDefault="001953D2">
            <w:pPr>
              <w:ind w:left="113" w:right="113"/>
              <w:rPr>
                <w:rFonts w:ascii="Tahoma" w:hAnsi="Tahoma" w:cs="Tahom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2D0A2E6" w14:textId="77777777" w:rsidR="001953D2" w:rsidRDefault="001953D2">
            <w:pPr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Площадь,  м2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90639C7" w14:textId="77777777" w:rsidR="001953D2" w:rsidRDefault="001953D2">
            <w:pPr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Год постройки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EE37A87" w14:textId="77777777" w:rsidR="001953D2" w:rsidRDefault="001953D2">
            <w:pPr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Этажность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77E09B2E" w14:textId="77777777" w:rsidR="001953D2" w:rsidRDefault="001953D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54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EAE2393" w14:textId="77777777" w:rsidR="001953D2" w:rsidRDefault="00195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Максимум тепловых нагрузок на, Гкал/ч /</w:t>
            </w:r>
          </w:p>
          <w:p w14:paraId="7997C5F2" w14:textId="77777777" w:rsidR="001953D2" w:rsidRDefault="00195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Объем допустимого ограничения теплоснабжения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  <w:hideMark/>
          </w:tcPr>
          <w:p w14:paraId="4E91C562" w14:textId="77777777" w:rsidR="001953D2" w:rsidRDefault="001953D2">
            <w:pPr>
              <w:ind w:left="113" w:right="113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Средняя часовая тепловая нагрузка на ГВС, Гкал/ч</w:t>
            </w:r>
          </w:p>
        </w:tc>
        <w:tc>
          <w:tcPr>
            <w:tcW w:w="278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94E0CCE" w14:textId="77777777" w:rsidR="001953D2" w:rsidRDefault="00195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Расчетные потери тепловой энергии в тепловых сетях,</w:t>
            </w:r>
          </w:p>
          <w:p w14:paraId="524E0A42" w14:textId="77777777" w:rsidR="001953D2" w:rsidRDefault="00195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Гкал/ч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6EC7480" w14:textId="77777777" w:rsidR="001953D2" w:rsidRDefault="001953D2">
            <w:pPr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Расчетный расход теплоносителя на теплоснабжение, м3/ч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83E02E8" w14:textId="77777777" w:rsidR="001953D2" w:rsidRDefault="001953D2">
            <w:pPr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Расчетный расход теплоносителя на ГВС,  м3/час</w:t>
            </w:r>
          </w:p>
        </w:tc>
        <w:tc>
          <w:tcPr>
            <w:tcW w:w="43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extDirection w:val="btLr"/>
            <w:hideMark/>
          </w:tcPr>
          <w:p w14:paraId="4E023ECB" w14:textId="77777777" w:rsidR="001953D2" w:rsidRDefault="001953D2">
            <w:pPr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Объем внутренних систем энергопотребляющих установок,  м3</w:t>
            </w:r>
          </w:p>
        </w:tc>
        <w:tc>
          <w:tcPr>
            <w:tcW w:w="4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hideMark/>
          </w:tcPr>
          <w:p w14:paraId="472FDAA5" w14:textId="77777777" w:rsidR="001953D2" w:rsidRDefault="001953D2">
            <w:pPr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Нормативная утечка теплоносителя в энергопотребляющих установках, м3/ч</w:t>
            </w:r>
          </w:p>
        </w:tc>
      </w:tr>
      <w:tr w:rsidR="001953D2" w14:paraId="74E5C884" w14:textId="77777777" w:rsidTr="001953D2">
        <w:trPr>
          <w:trHeight w:val="300"/>
        </w:trPr>
        <w:tc>
          <w:tcPr>
            <w:tcW w:w="5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DC47AB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5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65E48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56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BF766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71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EFF03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9F2C6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38A38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A5C97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EC2F5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9EA07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3CACA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75C5B" w14:textId="77777777" w:rsidR="001953D2" w:rsidRDefault="00195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Отопление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EF902" w14:textId="77777777" w:rsidR="001953D2" w:rsidRDefault="00195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Вентиляция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3956C" w14:textId="77777777" w:rsidR="001953D2" w:rsidRDefault="00195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ГВС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825F3" w14:textId="77777777" w:rsidR="001953D2" w:rsidRDefault="00195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Технологические нужды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4D3B1" w14:textId="77777777" w:rsidR="001953D2" w:rsidRDefault="00195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Кондиционирование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BF9DCCE" w14:textId="77777777" w:rsidR="001953D2" w:rsidRDefault="00195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Всего</w:t>
            </w:r>
          </w:p>
          <w:p w14:paraId="7B98AAD1" w14:textId="77777777" w:rsidR="001953D2" w:rsidRDefault="001953D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ADE07EB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27CBE" w14:textId="77777777" w:rsidR="001953D2" w:rsidRDefault="00195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Отопительный период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14:paraId="65D84B9B" w14:textId="77777777" w:rsidR="001953D2" w:rsidRDefault="00195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Межотопительный период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95732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2E37E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43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A0E39CF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4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ECC765E" w14:textId="77777777" w:rsidR="001953D2" w:rsidRDefault="001953D2">
            <w:pPr>
              <w:rPr>
                <w:rFonts w:ascii="Tahoma" w:hAnsi="Tahoma" w:cs="Tahoma"/>
              </w:rPr>
            </w:pPr>
          </w:p>
        </w:tc>
      </w:tr>
      <w:tr w:rsidR="001953D2" w14:paraId="5ED613A1" w14:textId="77777777" w:rsidTr="001953D2">
        <w:trPr>
          <w:trHeight w:val="2466"/>
        </w:trPr>
        <w:tc>
          <w:tcPr>
            <w:tcW w:w="5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4A5E06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5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5DF92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56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EEA9C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71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B4535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AB042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8C20B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919C1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DE153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9E951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8C329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3C39A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3BE45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70FF1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B7734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8D9E2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60BA4B2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BA023A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F44271" w14:textId="77777777" w:rsidR="001953D2" w:rsidRDefault="00195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до узлов учета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A59495" w14:textId="77777777" w:rsidR="001953D2" w:rsidRDefault="00195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после узлов учета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42066D" w14:textId="77777777" w:rsidR="001953D2" w:rsidRDefault="00195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до узлов учета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64FD4575" w14:textId="77777777" w:rsidR="001953D2" w:rsidRDefault="001953D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после узлов учета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E8CBE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A3CCD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43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40B4DE7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4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0B8710F" w14:textId="77777777" w:rsidR="001953D2" w:rsidRDefault="001953D2">
            <w:pPr>
              <w:rPr>
                <w:rFonts w:ascii="Tahoma" w:hAnsi="Tahoma" w:cs="Tahoma"/>
              </w:rPr>
            </w:pPr>
          </w:p>
        </w:tc>
      </w:tr>
      <w:tr w:rsidR="001953D2" w14:paraId="6F41865B" w14:textId="77777777" w:rsidTr="001953D2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BBF6C1" w14:textId="77777777" w:rsidR="001953D2" w:rsidRDefault="001953D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F64034" w14:textId="77777777" w:rsidR="001953D2" w:rsidRDefault="001953D2">
            <w:pPr>
              <w:rPr>
                <w:rFonts w:ascii="Tahoma" w:hAnsi="Tahoma" w:cs="Tahoma"/>
                <w:i/>
                <w:iCs/>
                <w:color w:val="99CCFF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9C88E" w14:textId="77777777" w:rsidR="001953D2" w:rsidRDefault="001953D2">
            <w:pPr>
              <w:rPr>
                <w:rFonts w:ascii="Tahoma" w:hAnsi="Tahoma" w:cs="Tahoma"/>
                <w:i/>
                <w:iCs/>
                <w:color w:val="99CCFF"/>
              </w:rPr>
            </w:pPr>
            <w:r>
              <w:rPr>
                <w:rFonts w:ascii="Tahoma" w:hAnsi="Tahoma" w:cs="Tahoma"/>
                <w:i/>
                <w:iCs/>
                <w:color w:val="99CCFF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FDC3C" w14:textId="77777777" w:rsidR="001953D2" w:rsidRDefault="001953D2">
            <w:pPr>
              <w:rPr>
                <w:rFonts w:ascii="Tahoma" w:hAnsi="Tahoma" w:cs="Tahoma"/>
                <w:i/>
                <w:iCs/>
                <w:color w:val="99CCFF"/>
              </w:rPr>
            </w:pPr>
            <w:r>
              <w:rPr>
                <w:rFonts w:ascii="Tahoma" w:hAnsi="Tahoma" w:cs="Tahoma"/>
                <w:i/>
                <w:iCs/>
                <w:color w:val="99CCFF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0ABCF" w14:textId="77777777" w:rsidR="001953D2" w:rsidRDefault="001953D2">
            <w:pPr>
              <w:rPr>
                <w:rFonts w:ascii="Tahoma" w:hAnsi="Tahoma" w:cs="Tahoma"/>
                <w:i/>
                <w:iCs/>
                <w:color w:val="99CCFF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FF04" w14:textId="77777777" w:rsidR="001953D2" w:rsidRDefault="001953D2">
            <w:pPr>
              <w:rPr>
                <w:rFonts w:ascii="Tahoma" w:hAnsi="Tahoma" w:cs="Tahoma"/>
                <w:i/>
                <w:iCs/>
                <w:color w:val="99CCFF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F5A0" w14:textId="77777777" w:rsidR="001953D2" w:rsidRDefault="001953D2">
            <w:pPr>
              <w:rPr>
                <w:rFonts w:ascii="Tahoma" w:hAnsi="Tahoma" w:cs="Tahoma"/>
                <w:i/>
                <w:iCs/>
                <w:color w:val="99CCFF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C54E" w14:textId="77777777" w:rsidR="001953D2" w:rsidRDefault="001953D2">
            <w:pPr>
              <w:rPr>
                <w:rFonts w:ascii="Tahoma" w:hAnsi="Tahoma" w:cs="Tahoma"/>
                <w:i/>
                <w:iCs/>
                <w:color w:val="99CCF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F146F" w14:textId="77777777" w:rsidR="001953D2" w:rsidRDefault="001953D2">
            <w:pPr>
              <w:rPr>
                <w:rFonts w:ascii="Tahoma" w:hAnsi="Tahoma" w:cs="Tahoma"/>
                <w:i/>
                <w:iCs/>
                <w:color w:val="99CCFF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FAAAA" w14:textId="77777777" w:rsidR="001953D2" w:rsidRDefault="001953D2">
            <w:pPr>
              <w:rPr>
                <w:rFonts w:ascii="Tahoma" w:hAnsi="Tahoma" w:cs="Tahoma"/>
                <w:i/>
                <w:iCs/>
                <w:color w:val="99CCFF"/>
              </w:rPr>
            </w:pPr>
            <w:r>
              <w:rPr>
                <w:rFonts w:ascii="Tahoma" w:hAnsi="Tahoma" w:cs="Tahoma"/>
                <w:i/>
                <w:iCs/>
                <w:color w:val="99CCFF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2E20B" w14:textId="77777777" w:rsidR="001953D2" w:rsidRDefault="001953D2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6B93A" w14:textId="77777777" w:rsidR="001953D2" w:rsidRDefault="001953D2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CE239" w14:textId="77777777" w:rsidR="001953D2" w:rsidRDefault="001953D2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FA429" w14:textId="77777777" w:rsidR="001953D2" w:rsidRDefault="001953D2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B991B0" w14:textId="77777777" w:rsidR="001953D2" w:rsidRDefault="001953D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6C9C8" w14:textId="77777777" w:rsidR="001953D2" w:rsidRDefault="001953D2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7C403" w14:textId="77777777" w:rsidR="001953D2" w:rsidRDefault="001953D2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79670" w14:textId="77777777" w:rsidR="001953D2" w:rsidRDefault="001953D2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2F705" w14:textId="77777777" w:rsidR="001953D2" w:rsidRDefault="001953D2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B345E" w14:textId="77777777" w:rsidR="001953D2" w:rsidRDefault="001953D2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4B172" w14:textId="77777777" w:rsidR="001953D2" w:rsidRDefault="001953D2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083E34" w14:textId="77777777" w:rsidR="001953D2" w:rsidRDefault="001953D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17ED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9A12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5624" w14:textId="77777777" w:rsidR="001953D2" w:rsidRDefault="001953D2">
            <w:pPr>
              <w:rPr>
                <w:rFonts w:ascii="Tahoma" w:hAnsi="Tahoma" w:cs="Tahoma"/>
              </w:rPr>
            </w:pPr>
          </w:p>
        </w:tc>
      </w:tr>
      <w:tr w:rsidR="001953D2" w14:paraId="497E37BB" w14:textId="77777777" w:rsidTr="001953D2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CC44C0" w14:textId="77777777" w:rsidR="001953D2" w:rsidRDefault="001953D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763E9D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CBDBD" w14:textId="77777777" w:rsidR="001953D2" w:rsidRDefault="001953D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7D80C" w14:textId="77777777" w:rsidR="001953D2" w:rsidRDefault="001953D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81CC7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BEA7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0DFF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B6BF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7F52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06700" w14:textId="77777777" w:rsidR="001953D2" w:rsidRDefault="001953D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C285F" w14:textId="77777777" w:rsidR="001953D2" w:rsidRDefault="001953D2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6EEC" w14:textId="77777777" w:rsidR="001953D2" w:rsidRDefault="001953D2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D263B" w14:textId="77777777" w:rsidR="001953D2" w:rsidRDefault="001953D2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07EC0" w14:textId="77777777" w:rsidR="001953D2" w:rsidRDefault="001953D2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7B5301" w14:textId="77777777" w:rsidR="001953D2" w:rsidRDefault="001953D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C439A" w14:textId="77777777" w:rsidR="001953D2" w:rsidRDefault="001953D2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A368D" w14:textId="77777777" w:rsidR="001953D2" w:rsidRDefault="001953D2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B7D44" w14:textId="77777777" w:rsidR="001953D2" w:rsidRDefault="001953D2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15C76" w14:textId="77777777" w:rsidR="001953D2" w:rsidRDefault="001953D2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514FF" w14:textId="77777777" w:rsidR="001953D2" w:rsidRDefault="001953D2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37DB0" w14:textId="77777777" w:rsidR="001953D2" w:rsidRDefault="001953D2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B996F0" w14:textId="77777777" w:rsidR="001953D2" w:rsidRDefault="001953D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5265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5EB66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6185" w14:textId="77777777" w:rsidR="001953D2" w:rsidRDefault="001953D2">
            <w:pPr>
              <w:rPr>
                <w:rFonts w:ascii="Tahoma" w:hAnsi="Tahoma" w:cs="Tahoma"/>
              </w:rPr>
            </w:pPr>
          </w:p>
        </w:tc>
      </w:tr>
      <w:tr w:rsidR="001953D2" w14:paraId="5CDF438D" w14:textId="77777777" w:rsidTr="001953D2">
        <w:trPr>
          <w:trHeight w:val="300"/>
        </w:trPr>
        <w:tc>
          <w:tcPr>
            <w:tcW w:w="5867" w:type="dxa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2CE9E9" w14:textId="77777777" w:rsidR="001953D2" w:rsidRDefault="001953D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  <w:r>
              <w:rPr>
                <w:rFonts w:ascii="Tahoma" w:hAnsi="Tahoma" w:cs="Tahoma"/>
                <w:b/>
                <w:bCs/>
              </w:rPr>
              <w:t>ИТОГО по каждой точке подключения</w:t>
            </w:r>
            <w:r>
              <w:rPr>
                <w:rFonts w:ascii="Tahoma" w:hAnsi="Tahoma" w:cs="Tahoma"/>
              </w:rPr>
              <w:t>  </w:t>
            </w:r>
          </w:p>
          <w:p w14:paraId="78165579" w14:textId="77777777" w:rsidR="001953D2" w:rsidRDefault="001953D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A0E41" w14:textId="77777777" w:rsidR="001953D2" w:rsidRDefault="001953D2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7A80" w14:textId="77777777" w:rsidR="001953D2" w:rsidRDefault="001953D2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564C2" w14:textId="77777777" w:rsidR="001953D2" w:rsidRDefault="001953D2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71B4D" w14:textId="77777777" w:rsidR="001953D2" w:rsidRDefault="001953D2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7F34FD" w14:textId="77777777" w:rsidR="001953D2" w:rsidRDefault="001953D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08EF2" w14:textId="77777777" w:rsidR="001953D2" w:rsidRDefault="001953D2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8CD3B" w14:textId="77777777" w:rsidR="001953D2" w:rsidRDefault="001953D2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618D1" w14:textId="77777777" w:rsidR="001953D2" w:rsidRDefault="001953D2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2CF3C" w14:textId="77777777" w:rsidR="001953D2" w:rsidRDefault="001953D2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50B4F" w14:textId="77777777" w:rsidR="001953D2" w:rsidRDefault="001953D2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FBFB8" w14:textId="77777777" w:rsidR="001953D2" w:rsidRDefault="001953D2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3AF6DF" w14:textId="77777777" w:rsidR="001953D2" w:rsidRDefault="001953D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9A9B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2518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DC10" w14:textId="77777777" w:rsidR="001953D2" w:rsidRDefault="001953D2">
            <w:pPr>
              <w:rPr>
                <w:rFonts w:ascii="Tahoma" w:hAnsi="Tahoma" w:cs="Tahoma"/>
              </w:rPr>
            </w:pPr>
          </w:p>
        </w:tc>
      </w:tr>
      <w:tr w:rsidR="001953D2" w14:paraId="40D9E972" w14:textId="77777777" w:rsidTr="001953D2">
        <w:trPr>
          <w:trHeight w:val="285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2F6E15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9F111E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07E8B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81BF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561C5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6CE7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2A571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1E3D9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EE928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5787" w14:textId="77777777" w:rsidR="001953D2" w:rsidRDefault="001953D2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1D87E" w14:textId="77777777" w:rsidR="001953D2" w:rsidRDefault="001953D2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B3CC2" w14:textId="77777777" w:rsidR="001953D2" w:rsidRDefault="001953D2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68FEE" w14:textId="77777777" w:rsidR="001953D2" w:rsidRDefault="001953D2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C72CD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D1E68" w14:textId="77777777" w:rsidR="001953D2" w:rsidRDefault="001953D2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43FE5" w14:textId="77777777" w:rsidR="001953D2" w:rsidRDefault="001953D2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3EBF0" w14:textId="77777777" w:rsidR="001953D2" w:rsidRDefault="001953D2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356C" w14:textId="77777777" w:rsidR="001953D2" w:rsidRDefault="001953D2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144E8" w14:textId="77777777" w:rsidR="001953D2" w:rsidRDefault="001953D2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D357F" w14:textId="77777777" w:rsidR="001953D2" w:rsidRDefault="001953D2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2A3256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9E7FB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560BF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740D" w14:textId="77777777" w:rsidR="001953D2" w:rsidRDefault="001953D2">
            <w:pPr>
              <w:rPr>
                <w:rFonts w:ascii="Tahoma" w:hAnsi="Tahoma" w:cs="Tahoma"/>
              </w:rPr>
            </w:pPr>
          </w:p>
        </w:tc>
      </w:tr>
      <w:tr w:rsidR="001953D2" w14:paraId="7FDB8D7E" w14:textId="77777777" w:rsidTr="001953D2">
        <w:trPr>
          <w:trHeight w:val="285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DD8246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DB7254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DAB27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CF34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8B288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5C2D1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9EFC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FD9F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86898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7306" w14:textId="77777777" w:rsidR="001953D2" w:rsidRDefault="001953D2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84EC" w14:textId="77777777" w:rsidR="001953D2" w:rsidRDefault="001953D2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6201B" w14:textId="77777777" w:rsidR="001953D2" w:rsidRDefault="001953D2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AABDD" w14:textId="77777777" w:rsidR="001953D2" w:rsidRDefault="001953D2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00119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6DE51" w14:textId="77777777" w:rsidR="001953D2" w:rsidRDefault="001953D2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BB925" w14:textId="77777777" w:rsidR="001953D2" w:rsidRDefault="001953D2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A93AF" w14:textId="77777777" w:rsidR="001953D2" w:rsidRDefault="001953D2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09935" w14:textId="77777777" w:rsidR="001953D2" w:rsidRDefault="001953D2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27108" w14:textId="77777777" w:rsidR="001953D2" w:rsidRDefault="001953D2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6ED2A" w14:textId="77777777" w:rsidR="001953D2" w:rsidRDefault="001953D2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A53301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2A9E4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C8BB0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9C13" w14:textId="77777777" w:rsidR="001953D2" w:rsidRDefault="001953D2">
            <w:pPr>
              <w:rPr>
                <w:rFonts w:ascii="Tahoma" w:hAnsi="Tahoma" w:cs="Tahoma"/>
              </w:rPr>
            </w:pPr>
          </w:p>
        </w:tc>
      </w:tr>
      <w:tr w:rsidR="001953D2" w14:paraId="10DCA33C" w14:textId="77777777" w:rsidTr="001953D2">
        <w:trPr>
          <w:trHeight w:val="285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D02013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6B31C5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14D9A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CA29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7017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B2375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C1826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718B7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BCCB9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97713" w14:textId="77777777" w:rsidR="001953D2" w:rsidRDefault="001953D2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F1A3" w14:textId="77777777" w:rsidR="001953D2" w:rsidRDefault="001953D2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7DCF9" w14:textId="77777777" w:rsidR="001953D2" w:rsidRDefault="001953D2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4FF5F" w14:textId="77777777" w:rsidR="001953D2" w:rsidRDefault="001953D2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59ADB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29802" w14:textId="77777777" w:rsidR="001953D2" w:rsidRDefault="001953D2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E2D0B" w14:textId="77777777" w:rsidR="001953D2" w:rsidRDefault="001953D2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2A7D5" w14:textId="77777777" w:rsidR="001953D2" w:rsidRDefault="001953D2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D6FFE" w14:textId="77777777" w:rsidR="001953D2" w:rsidRDefault="001953D2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E4668" w14:textId="77777777" w:rsidR="001953D2" w:rsidRDefault="001953D2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FC32B" w14:textId="77777777" w:rsidR="001953D2" w:rsidRDefault="001953D2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BF3C16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0EE50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3022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A3D40" w14:textId="77777777" w:rsidR="001953D2" w:rsidRDefault="001953D2">
            <w:pPr>
              <w:rPr>
                <w:rFonts w:ascii="Tahoma" w:hAnsi="Tahoma" w:cs="Tahoma"/>
              </w:rPr>
            </w:pPr>
          </w:p>
        </w:tc>
      </w:tr>
      <w:tr w:rsidR="001953D2" w14:paraId="02F53942" w14:textId="77777777" w:rsidTr="001953D2">
        <w:trPr>
          <w:trHeight w:val="285"/>
        </w:trPr>
        <w:tc>
          <w:tcPr>
            <w:tcW w:w="5867" w:type="dxa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6EE63F" w14:textId="77777777" w:rsidR="001953D2" w:rsidRDefault="001953D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</w:rPr>
              <w:t>ИТОГО по каждому источнику тепловой энергии</w:t>
            </w:r>
            <w:r>
              <w:rPr>
                <w:rFonts w:ascii="Tahoma" w:hAnsi="Tahoma" w:cs="Tahoma"/>
              </w:rPr>
              <w:t xml:space="preserve"> 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3FA97" w14:textId="77777777" w:rsidR="001953D2" w:rsidRDefault="001953D2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6EDD" w14:textId="77777777" w:rsidR="001953D2" w:rsidRDefault="001953D2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6DF5D" w14:textId="77777777" w:rsidR="001953D2" w:rsidRDefault="001953D2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3CCC5" w14:textId="77777777" w:rsidR="001953D2" w:rsidRDefault="001953D2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3A78A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2A47" w14:textId="77777777" w:rsidR="001953D2" w:rsidRDefault="001953D2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5DB21" w14:textId="77777777" w:rsidR="001953D2" w:rsidRDefault="001953D2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46C10" w14:textId="77777777" w:rsidR="001953D2" w:rsidRDefault="001953D2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26AF2" w14:textId="77777777" w:rsidR="001953D2" w:rsidRDefault="001953D2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D842E" w14:textId="77777777" w:rsidR="001953D2" w:rsidRDefault="001953D2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4B060" w14:textId="77777777" w:rsidR="001953D2" w:rsidRDefault="001953D2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CF40A6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FD7C0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4CA79" w14:textId="77777777" w:rsidR="001953D2" w:rsidRDefault="001953D2">
            <w:pPr>
              <w:rPr>
                <w:rFonts w:ascii="Tahoma" w:hAnsi="Tahoma" w:cs="Tahoma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691C" w14:textId="77777777" w:rsidR="001953D2" w:rsidRDefault="001953D2">
            <w:pPr>
              <w:rPr>
                <w:rFonts w:ascii="Tahoma" w:hAnsi="Tahoma" w:cs="Tahoma"/>
              </w:rPr>
            </w:pPr>
          </w:p>
        </w:tc>
      </w:tr>
    </w:tbl>
    <w:p w14:paraId="14A2438A" w14:textId="77777777" w:rsidR="001953D2" w:rsidRDefault="001953D2" w:rsidP="001953D2">
      <w:pPr>
        <w:pStyle w:val="a7"/>
        <w:spacing w:before="240" w:after="240"/>
        <w:ind w:firstLine="539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ПОДПИСИ СТОРОН</w:t>
      </w:r>
    </w:p>
    <w:tbl>
      <w:tblPr>
        <w:tblW w:w="14040" w:type="dxa"/>
        <w:jc w:val="center"/>
        <w:tblLayout w:type="fixed"/>
        <w:tblLook w:val="01E0" w:firstRow="1" w:lastRow="1" w:firstColumn="1" w:lastColumn="1" w:noHBand="0" w:noVBand="0"/>
      </w:tblPr>
      <w:tblGrid>
        <w:gridCol w:w="6689"/>
        <w:gridCol w:w="662"/>
        <w:gridCol w:w="6689"/>
      </w:tblGrid>
      <w:tr w:rsidR="001953D2" w14:paraId="5F9500DA" w14:textId="77777777" w:rsidTr="001953D2">
        <w:trPr>
          <w:jc w:val="center"/>
        </w:trPr>
        <w:tc>
          <w:tcPr>
            <w:tcW w:w="6688" w:type="dxa"/>
            <w:hideMark/>
          </w:tcPr>
          <w:p w14:paraId="3005BF35" w14:textId="77777777" w:rsidR="001953D2" w:rsidRDefault="001953D2">
            <w:pPr>
              <w:pStyle w:val="a7"/>
              <w:ind w:firstLine="28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ТЕПЛОСНАБЖАЮЩАЯ ОРГАНИЗАЦИЯ</w:t>
            </w:r>
          </w:p>
        </w:tc>
        <w:tc>
          <w:tcPr>
            <w:tcW w:w="662" w:type="dxa"/>
          </w:tcPr>
          <w:p w14:paraId="678515F7" w14:textId="77777777" w:rsidR="001953D2" w:rsidRDefault="001953D2">
            <w:pPr>
              <w:pStyle w:val="a7"/>
              <w:ind w:left="865" w:hanging="325"/>
              <w:jc w:val="center"/>
              <w:rPr>
                <w:rFonts w:ascii="Tahoma" w:hAnsi="Tahoma" w:cs="Tahoma"/>
              </w:rPr>
            </w:pPr>
          </w:p>
        </w:tc>
        <w:tc>
          <w:tcPr>
            <w:tcW w:w="6688" w:type="dxa"/>
          </w:tcPr>
          <w:p w14:paraId="77A88A08" w14:textId="77777777" w:rsidR="001953D2" w:rsidRDefault="001953D2">
            <w:pPr>
              <w:pStyle w:val="a7"/>
              <w:ind w:firstLine="28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ПОТРЕБИТЕЛЬ</w:t>
            </w:r>
          </w:p>
          <w:p w14:paraId="17C444ED" w14:textId="77777777" w:rsidR="001953D2" w:rsidRDefault="001953D2">
            <w:pPr>
              <w:pStyle w:val="a7"/>
              <w:ind w:firstLine="284"/>
              <w:jc w:val="center"/>
              <w:rPr>
                <w:rFonts w:ascii="Tahoma" w:hAnsi="Tahoma" w:cs="Tahoma"/>
              </w:rPr>
            </w:pPr>
          </w:p>
        </w:tc>
      </w:tr>
      <w:tr w:rsidR="001953D2" w14:paraId="1675F5BF" w14:textId="77777777" w:rsidTr="001953D2">
        <w:trPr>
          <w:trHeight w:val="302"/>
          <w:jc w:val="center"/>
        </w:trPr>
        <w:tc>
          <w:tcPr>
            <w:tcW w:w="6688" w:type="dxa"/>
          </w:tcPr>
          <w:p w14:paraId="724E9358" w14:textId="77777777" w:rsidR="001953D2" w:rsidRDefault="001953D2">
            <w:pPr>
              <w:pStyle w:val="a7"/>
              <w:rPr>
                <w:rFonts w:ascii="Tahoma" w:hAnsi="Tahoma" w:cs="Tahoma"/>
              </w:rPr>
            </w:pPr>
          </w:p>
          <w:p w14:paraId="4B77833D" w14:textId="77777777" w:rsidR="001953D2" w:rsidRDefault="001953D2">
            <w:pPr>
              <w:pStyle w:val="a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________________________________(_________________________)</w:t>
            </w:r>
          </w:p>
        </w:tc>
        <w:tc>
          <w:tcPr>
            <w:tcW w:w="662" w:type="dxa"/>
          </w:tcPr>
          <w:p w14:paraId="42F2A722" w14:textId="77777777" w:rsidR="001953D2" w:rsidRDefault="001953D2">
            <w:pPr>
              <w:pStyle w:val="a7"/>
              <w:ind w:firstLine="2125"/>
              <w:rPr>
                <w:rFonts w:ascii="Tahoma" w:hAnsi="Tahoma" w:cs="Tahoma"/>
              </w:rPr>
            </w:pPr>
          </w:p>
        </w:tc>
        <w:tc>
          <w:tcPr>
            <w:tcW w:w="6688" w:type="dxa"/>
          </w:tcPr>
          <w:p w14:paraId="7202935F" w14:textId="77777777" w:rsidR="001953D2" w:rsidRDefault="001953D2">
            <w:pPr>
              <w:pStyle w:val="a7"/>
              <w:rPr>
                <w:rFonts w:ascii="Tahoma" w:hAnsi="Tahoma" w:cs="Tahoma"/>
              </w:rPr>
            </w:pPr>
          </w:p>
          <w:p w14:paraId="67DCA36A" w14:textId="77777777" w:rsidR="001953D2" w:rsidRDefault="001953D2">
            <w:pPr>
              <w:pStyle w:val="a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________________________________(_________________________)</w:t>
            </w:r>
          </w:p>
        </w:tc>
      </w:tr>
    </w:tbl>
    <w:p w14:paraId="46616ADE" w14:textId="77777777" w:rsidR="001953D2" w:rsidRDefault="001953D2" w:rsidP="001953D2">
      <w:pPr>
        <w:pStyle w:val="a7"/>
        <w:jc w:val="left"/>
        <w:rPr>
          <w:rFonts w:ascii="Tahoma" w:hAnsi="Tahoma" w:cs="Tahoma"/>
        </w:rPr>
      </w:pPr>
      <w:r>
        <w:rPr>
          <w:rFonts w:ascii="Tahoma" w:hAnsi="Tahoma" w:cs="Tahoma"/>
        </w:rPr>
        <w:t xml:space="preserve">        М.П.                                                                                                                                           М.П.</w:t>
      </w:r>
    </w:p>
    <w:p w14:paraId="224D8F42" w14:textId="77777777" w:rsidR="00F058BA" w:rsidRDefault="00F058BA"/>
    <w:sectPr w:rsidR="00F058BA" w:rsidSect="001953D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2B383E" w14:textId="77777777" w:rsidR="001953D2" w:rsidRDefault="001953D2">
      <w:r>
        <w:separator/>
      </w:r>
    </w:p>
  </w:endnote>
  <w:endnote w:type="continuationSeparator" w:id="0">
    <w:p w14:paraId="723F8E58" w14:textId="77777777" w:rsidR="001953D2" w:rsidRDefault="00195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7D8AD4" w14:textId="77777777" w:rsidR="001953D2" w:rsidRDefault="001953D2">
      <w:r>
        <w:separator/>
      </w:r>
    </w:p>
  </w:footnote>
  <w:footnote w:type="continuationSeparator" w:id="0">
    <w:p w14:paraId="5389F768" w14:textId="77777777" w:rsidR="001953D2" w:rsidRDefault="001953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3D2"/>
    <w:rsid w:val="001953D2"/>
    <w:rsid w:val="004B3F67"/>
    <w:rsid w:val="00882256"/>
    <w:rsid w:val="00B05BEA"/>
    <w:rsid w:val="00F0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5A9D2F"/>
  <w15:docId w15:val="{F154B266-438F-4FD5-8C72-0D21F40B3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953D2"/>
    <w:pPr>
      <w:keepNext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B3F6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B3F67"/>
  </w:style>
  <w:style w:type="paragraph" w:styleId="a5">
    <w:name w:val="footer"/>
    <w:basedOn w:val="a"/>
    <w:link w:val="a6"/>
    <w:uiPriority w:val="99"/>
    <w:semiHidden/>
    <w:unhideWhenUsed/>
    <w:rsid w:val="004B3F6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4B3F67"/>
  </w:style>
  <w:style w:type="character" w:customStyle="1" w:styleId="10">
    <w:name w:val="Заголовок 1 Знак"/>
    <w:basedOn w:val="a0"/>
    <w:link w:val="1"/>
    <w:rsid w:val="001953D2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styleId="a7">
    <w:name w:val="Body Text"/>
    <w:basedOn w:val="a"/>
    <w:link w:val="a8"/>
    <w:unhideWhenUsed/>
    <w:rsid w:val="001953D2"/>
    <w:pPr>
      <w:widowControl w:val="0"/>
      <w:snapToGrid w:val="0"/>
      <w:jc w:val="both"/>
    </w:pPr>
  </w:style>
  <w:style w:type="character" w:customStyle="1" w:styleId="a8">
    <w:name w:val="Основной текст Знак"/>
    <w:basedOn w:val="a0"/>
    <w:link w:val="a7"/>
    <w:rsid w:val="001953D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1">
    <w:name w:val="заголовок 1"/>
    <w:basedOn w:val="a"/>
    <w:next w:val="a"/>
    <w:rsid w:val="001953D2"/>
    <w:pPr>
      <w:keepNext/>
      <w:widowControl w:val="0"/>
      <w:snapToGrid w:val="0"/>
      <w:jc w:val="center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2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portalies/Holding/KESHolding/law_support/lib/DocLib3/Forms/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C770FA-4EF2-4FD0-A984-1361F14F1A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AA86D0-D6AE-4D95-A66D-76914DB0335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02367DE-DC8C-4212-8E40-3A04FAE466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Федосова Антонина Владимировна</dc:creator>
  <cp:lastModifiedBy>Семенова Оксана Сергеевна</cp:lastModifiedBy>
  <cp:revision>2</cp:revision>
  <dcterms:created xsi:type="dcterms:W3CDTF">2019-05-16T07:49:00Z</dcterms:created>
  <dcterms:modified xsi:type="dcterms:W3CDTF">2019-05-16T07:49:00Z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